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43D34E3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768DF"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76210C3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829B98C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3BFE5E1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3E2E784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651FB8D" w14:textId="674D311D" w:rsidR="00381365" w:rsidRPr="003C16EE" w:rsidRDefault="00381365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2599772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  <w:r w:rsidR="00054C57">
        <w:rPr>
          <w:rFonts w:cstheme="minorHAnsi"/>
          <w:b/>
          <w:szCs w:val="18"/>
        </w:rPr>
        <w:t xml:space="preserve">   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080AB6E1" w:rsidR="00381365" w:rsidRPr="00381365" w:rsidRDefault="00381365" w:rsidP="00E059F6">
      <w:pPr>
        <w:spacing w:after="120"/>
        <w:jc w:val="both"/>
        <w:rPr>
          <w:rFonts w:cstheme="minorHAnsi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E059F6" w:rsidRPr="00E059F6">
        <w:rPr>
          <w:rFonts w:cstheme="minorHAnsi"/>
          <w:lang w:eastAsia="pl-PL"/>
        </w:rPr>
        <w:t>POST/DYS/OW/GZ/04085/2025</w:t>
      </w:r>
      <w:r w:rsidR="00E059F6">
        <w:rPr>
          <w:rFonts w:cstheme="minorHAnsi"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E059F6" w:rsidRPr="00E059F6">
        <w:rPr>
          <w:rFonts w:cstheme="minorHAnsi"/>
        </w:rPr>
        <w:t>Roboty budowlane w celu zasilenia obiektu w podziale na 3 części: Część 1 – w m.</w:t>
      </w:r>
      <w:r w:rsidR="00E059F6">
        <w:rPr>
          <w:rFonts w:cstheme="minorHAnsi"/>
        </w:rPr>
        <w:t xml:space="preserve"> </w:t>
      </w:r>
      <w:r w:rsidR="00E059F6" w:rsidRPr="00E059F6">
        <w:rPr>
          <w:rFonts w:cstheme="minorHAnsi"/>
        </w:rPr>
        <w:t>Brwinów, dz. nr 66/4, 63/1, 63/2, 63/3, 63/4, 66/8, 66/6, 66/5, 66/7, 66/4, 66/3 , gm.</w:t>
      </w:r>
      <w:r w:rsidR="00E059F6">
        <w:rPr>
          <w:rFonts w:cstheme="minorHAnsi"/>
        </w:rPr>
        <w:t xml:space="preserve"> </w:t>
      </w:r>
      <w:r w:rsidR="00E059F6" w:rsidRPr="00E059F6">
        <w:rPr>
          <w:rFonts w:cstheme="minorHAnsi"/>
        </w:rPr>
        <w:t>Brwinów, Część 2 – w m. Chrzanów Mały, dz. nr 41/10, 42/10, 41/6, 42/5, 41/14, 42/15,</w:t>
      </w:r>
      <w:r w:rsidR="00E059F6">
        <w:rPr>
          <w:rFonts w:cstheme="minorHAnsi"/>
        </w:rPr>
        <w:t xml:space="preserve"> </w:t>
      </w:r>
      <w:r w:rsidR="00E059F6" w:rsidRPr="00E059F6">
        <w:rPr>
          <w:rFonts w:cstheme="minorHAnsi"/>
        </w:rPr>
        <w:t>41/11, 41/5, gm. Grodzisk Mazowiecki, , Część 3 – w m. Pruszków, ul. Lipowa, dz. 255/2,</w:t>
      </w:r>
      <w:r w:rsidR="00E059F6">
        <w:rPr>
          <w:rFonts w:cstheme="minorHAnsi"/>
        </w:rPr>
        <w:t xml:space="preserve"> </w:t>
      </w:r>
      <w:r w:rsidR="00E059F6" w:rsidRPr="00E059F6">
        <w:rPr>
          <w:rFonts w:cstheme="minorHAnsi"/>
        </w:rPr>
        <w:t>gm. Pruszków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BB5AB0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EB0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04B4CA" w14:textId="77777777" w:rsidR="00E059F6" w:rsidRPr="00E059F6" w:rsidRDefault="00E059F6" w:rsidP="00E059F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059F6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39857B0" w14:textId="77777777" w:rsidR="00E059F6" w:rsidRPr="00E059F6" w:rsidRDefault="00E059F6" w:rsidP="00E059F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059F6">
            <w:rPr>
              <w:rFonts w:asciiTheme="majorHAnsi" w:hAnsiTheme="majorHAnsi"/>
              <w:color w:val="000000" w:themeColor="text1"/>
              <w:sz w:val="14"/>
              <w:szCs w:val="18"/>
            </w:rPr>
            <w:t>Roboty budowlane w celu zasilenia obiektu w podziale na 3 części: Część 1 – w m.</w:t>
          </w:r>
        </w:p>
        <w:p w14:paraId="4668DE84" w14:textId="77777777" w:rsidR="00E059F6" w:rsidRPr="00E059F6" w:rsidRDefault="00E059F6" w:rsidP="00E059F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059F6">
            <w:rPr>
              <w:rFonts w:asciiTheme="majorHAnsi" w:hAnsiTheme="majorHAnsi"/>
              <w:color w:val="000000" w:themeColor="text1"/>
              <w:sz w:val="14"/>
              <w:szCs w:val="18"/>
            </w:rPr>
            <w:t>Brwinów, dz. nr 66/4, 63/1, 63/2, 63/3, 63/4, 66/8, 66/6, 66/5, 66/7, 66/4, 66/3 , gm.</w:t>
          </w:r>
        </w:p>
        <w:p w14:paraId="402D5727" w14:textId="77777777" w:rsidR="00E059F6" w:rsidRPr="00E059F6" w:rsidRDefault="00E059F6" w:rsidP="00E059F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059F6">
            <w:rPr>
              <w:rFonts w:asciiTheme="majorHAnsi" w:hAnsiTheme="majorHAnsi"/>
              <w:color w:val="000000" w:themeColor="text1"/>
              <w:sz w:val="14"/>
              <w:szCs w:val="18"/>
            </w:rPr>
            <w:t>Brwinów, Część 2 – w m. Chrzanów Mały, dz. nr 41/10, 42/10, 41/6, 42/5, 41/14, 42/15,</w:t>
          </w:r>
        </w:p>
        <w:p w14:paraId="26754DE8" w14:textId="77777777" w:rsidR="00E059F6" w:rsidRPr="00E059F6" w:rsidRDefault="00E059F6" w:rsidP="00E059F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059F6">
            <w:rPr>
              <w:rFonts w:asciiTheme="majorHAnsi" w:hAnsiTheme="majorHAnsi"/>
              <w:color w:val="000000" w:themeColor="text1"/>
              <w:sz w:val="14"/>
              <w:szCs w:val="18"/>
            </w:rPr>
            <w:t>41/11, 41/5, gm. Grodzisk Mazowiecki, , Część 3 – w m. Pruszków, ul. Lipowa, dz. 255/2,</w:t>
          </w:r>
        </w:p>
        <w:p w14:paraId="7D3A95D8" w14:textId="77777777" w:rsidR="00E059F6" w:rsidRPr="00E059F6" w:rsidRDefault="00E059F6" w:rsidP="00E059F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059F6">
            <w:rPr>
              <w:rFonts w:asciiTheme="majorHAnsi" w:hAnsiTheme="majorHAnsi"/>
              <w:color w:val="000000" w:themeColor="text1"/>
              <w:sz w:val="14"/>
              <w:szCs w:val="18"/>
            </w:rPr>
            <w:t>gm. Pruszków</w:t>
          </w:r>
        </w:p>
        <w:p w14:paraId="5205B493" w14:textId="4B937422" w:rsidR="00347E8D" w:rsidRPr="006B2C28" w:rsidRDefault="00E059F6" w:rsidP="00E059F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059F6"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POST/DYS/OW/GZ/04085/2025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ECFC5F4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46575422">
    <w:abstractNumId w:val="16"/>
  </w:num>
  <w:num w:numId="2" w16cid:durableId="171070359">
    <w:abstractNumId w:val="7"/>
  </w:num>
  <w:num w:numId="3" w16cid:durableId="1134328961">
    <w:abstractNumId w:val="11"/>
  </w:num>
  <w:num w:numId="4" w16cid:durableId="717751413">
    <w:abstractNumId w:val="17"/>
  </w:num>
  <w:num w:numId="5" w16cid:durableId="525868565">
    <w:abstractNumId w:val="16"/>
  </w:num>
  <w:num w:numId="6" w16cid:durableId="145898223">
    <w:abstractNumId w:val="16"/>
  </w:num>
  <w:num w:numId="7" w16cid:durableId="1536309347">
    <w:abstractNumId w:val="3"/>
  </w:num>
  <w:num w:numId="8" w16cid:durableId="1106269442">
    <w:abstractNumId w:val="23"/>
  </w:num>
  <w:num w:numId="9" w16cid:durableId="1060245606">
    <w:abstractNumId w:val="15"/>
  </w:num>
  <w:num w:numId="10" w16cid:durableId="436607928">
    <w:abstractNumId w:val="4"/>
  </w:num>
  <w:num w:numId="11" w16cid:durableId="1280180390">
    <w:abstractNumId w:val="12"/>
  </w:num>
  <w:num w:numId="12" w16cid:durableId="1948350516">
    <w:abstractNumId w:val="10"/>
  </w:num>
  <w:num w:numId="13" w16cid:durableId="1303392011">
    <w:abstractNumId w:val="22"/>
  </w:num>
  <w:num w:numId="14" w16cid:durableId="59180491">
    <w:abstractNumId w:val="19"/>
  </w:num>
  <w:num w:numId="15" w16cid:durableId="996349759">
    <w:abstractNumId w:val="14"/>
  </w:num>
  <w:num w:numId="16" w16cid:durableId="521475080">
    <w:abstractNumId w:val="8"/>
  </w:num>
  <w:num w:numId="17" w16cid:durableId="228539987">
    <w:abstractNumId w:val="5"/>
  </w:num>
  <w:num w:numId="18" w16cid:durableId="5339251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20799491">
    <w:abstractNumId w:val="0"/>
  </w:num>
  <w:num w:numId="20" w16cid:durableId="1647854937">
    <w:abstractNumId w:val="24"/>
  </w:num>
  <w:num w:numId="21" w16cid:durableId="1259023338">
    <w:abstractNumId w:val="1"/>
  </w:num>
  <w:num w:numId="22" w16cid:durableId="1402488015">
    <w:abstractNumId w:val="13"/>
  </w:num>
  <w:num w:numId="23" w16cid:durableId="137842135">
    <w:abstractNumId w:val="9"/>
  </w:num>
  <w:num w:numId="24" w16cid:durableId="1644122440">
    <w:abstractNumId w:val="18"/>
  </w:num>
  <w:num w:numId="25" w16cid:durableId="1983535731">
    <w:abstractNumId w:val="21"/>
  </w:num>
  <w:num w:numId="26" w16cid:durableId="1025597685">
    <w:abstractNumId w:val="2"/>
  </w:num>
  <w:num w:numId="27" w16cid:durableId="67176030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C57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0A25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3B81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768DF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B3EB0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A759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27E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640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0C9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218C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59F6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12 - Ankieta weryfikacji Wykonawcy w zakresie zapewnienia gwarancji bezpieczeństwa przetwarzania danych osobowych.docx</dmsv2BaseFileName>
    <dmsv2BaseDisplayName xmlns="http://schemas.microsoft.com/sharepoint/v3">Załącznik nr 12 - Ankieta weryfikacji Wykonawcy w zakresie zapewnienia gwarancji bezpieczeństwa przetwarzania danych osobowych</dmsv2BaseDisplayName>
    <dmsv2SWPP2ObjectNumber xmlns="http://schemas.microsoft.com/sharepoint/v3">POST/DYS/OW/GZ/04085/2025                         </dmsv2SWPP2ObjectNumber>
    <dmsv2SWPP2SumMD5 xmlns="http://schemas.microsoft.com/sharepoint/v3">9ff6e36f63e733130a9783ecc1270058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698561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23747936</dmsv2BaseClientSystemDocumentID>
    <dmsv2BaseModifiedByID xmlns="http://schemas.microsoft.com/sharepoint/v3">11909851</dmsv2BaseModifiedByID>
    <dmsv2BaseCreatedByID xmlns="http://schemas.microsoft.com/sharepoint/v3">11909851</dmsv2BaseCreatedByID>
    <dmsv2SWPP2ObjectDepartment xmlns="http://schemas.microsoft.com/sharepoint/v3">00000001000700050000000b00000003</dmsv2SWPP2ObjectDepartment>
    <dmsv2SWPP2ObjectName xmlns="http://schemas.microsoft.com/sharepoint/v3">Postępowanie</dmsv2SWPP2ObjectName>
    <_dlc_DocId xmlns="a19cb1c7-c5c7-46d4-85ae-d83685407bba">DPFVW34YURAE-150815970-18621</_dlc_DocId>
    <_dlc_DocIdUrl xmlns="a19cb1c7-c5c7-46d4-85ae-d83685407bba">
      <Url>https://swpp2.dms.gkpge.pl/sites/40/_layouts/15/DocIdRedir.aspx?ID=DPFVW34YURAE-150815970-18621</Url>
      <Description>DPFVW34YURAE-150815970-18621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C933915-EA24-457D-B34E-020045421707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70BBD81-1FF6-4358-957F-CABEA88A911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949824C-7BF5-4920-AA24-E6513A06C7C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Matuszewski Paweł [PGE Dystr. O.Warszawa]</cp:lastModifiedBy>
  <cp:revision>4</cp:revision>
  <cp:lastPrinted>2024-07-15T11:21:00Z</cp:lastPrinted>
  <dcterms:created xsi:type="dcterms:W3CDTF">2025-11-04T07:16:00Z</dcterms:created>
  <dcterms:modified xsi:type="dcterms:W3CDTF">2025-11-17T12:51:00Z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62c6b1cd-a87d-496b-b985-b26e20381461</vt:lpwstr>
  </property>
</Properties>
</file>